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F3" w:rsidRPr="00D00C58" w:rsidRDefault="00014FF3" w:rsidP="008E7FA0">
      <w:pPr>
        <w:spacing w:before="240" w:after="60" w:line="240" w:lineRule="auto"/>
        <w:jc w:val="center"/>
        <w:outlineLvl w:val="4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D00C58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Аналитический отчёт </w:t>
      </w:r>
      <w:r w:rsidRPr="00D00C58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br/>
        <w:t xml:space="preserve">о деятельности тьютора МБОУ СОШ № </w:t>
      </w:r>
      <w:r w:rsidRPr="00D00C58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br/>
      </w:r>
      <w:r>
        <w:rPr>
          <w:rFonts w:ascii="Times New Roman" w:hAnsi="Times New Roman"/>
          <w:bCs/>
          <w:i/>
          <w:iCs/>
          <w:sz w:val="28"/>
          <w:szCs w:val="28"/>
          <w:u w:val="single"/>
          <w:lang w:eastAsia="ru-RU"/>
        </w:rPr>
        <w:t>ФИО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br/>
        <w:t xml:space="preserve"> в 20   -20   </w:t>
      </w:r>
      <w:r w:rsidRPr="00D00C58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учебном году</w:t>
      </w: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6"/>
        <w:gridCol w:w="3423"/>
        <w:gridCol w:w="639"/>
        <w:gridCol w:w="1513"/>
        <w:gridCol w:w="162"/>
        <w:gridCol w:w="1529"/>
        <w:gridCol w:w="403"/>
        <w:gridCol w:w="328"/>
        <w:gridCol w:w="889"/>
        <w:gridCol w:w="960"/>
        <w:gridCol w:w="964"/>
        <w:gridCol w:w="1153"/>
        <w:gridCol w:w="2408"/>
        <w:gridCol w:w="68"/>
      </w:tblGrid>
      <w:tr w:rsidR="00014FF3" w:rsidRPr="00B967E8" w:rsidTr="00445257">
        <w:trPr>
          <w:gridAfter w:val="1"/>
          <w:wAfter w:w="68" w:type="dxa"/>
        </w:trPr>
        <w:tc>
          <w:tcPr>
            <w:tcW w:w="61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3" w:type="dxa"/>
            <w:vMerge w:val="restart"/>
            <w:tcBorders>
              <w:top w:val="single" w:sz="18" w:space="0" w:color="auto"/>
            </w:tcBorders>
            <w:vAlign w:val="center"/>
          </w:tcPr>
          <w:p w:rsidR="00014FF3" w:rsidRPr="00B967E8" w:rsidRDefault="00014FF3" w:rsidP="00B9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7E8">
              <w:rPr>
                <w:rFonts w:ascii="Times New Roman" w:hAnsi="Times New Roman"/>
                <w:sz w:val="24"/>
                <w:szCs w:val="24"/>
              </w:rPr>
              <w:t>Количество учащихся с РАС, сопровождаемых в течение учебного года</w:t>
            </w:r>
          </w:p>
        </w:tc>
        <w:tc>
          <w:tcPr>
            <w:tcW w:w="2152" w:type="dxa"/>
            <w:gridSpan w:val="2"/>
            <w:tcBorders>
              <w:top w:val="single" w:sz="18" w:space="0" w:color="auto"/>
            </w:tcBorders>
            <w:vAlign w:val="center"/>
          </w:tcPr>
          <w:p w:rsidR="00014FF3" w:rsidRPr="00B967E8" w:rsidRDefault="00014FF3" w:rsidP="00B9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7E8">
              <w:rPr>
                <w:rFonts w:ascii="Times New Roman" w:hAnsi="Times New Roman"/>
                <w:sz w:val="24"/>
                <w:szCs w:val="24"/>
              </w:rPr>
              <w:t>ФИО ребенка</w:t>
            </w:r>
          </w:p>
        </w:tc>
        <w:tc>
          <w:tcPr>
            <w:tcW w:w="2094" w:type="dxa"/>
            <w:gridSpan w:val="3"/>
            <w:tcBorders>
              <w:top w:val="single" w:sz="18" w:space="0" w:color="auto"/>
            </w:tcBorders>
            <w:vAlign w:val="center"/>
          </w:tcPr>
          <w:p w:rsidR="00014FF3" w:rsidRPr="00B967E8" w:rsidRDefault="00014FF3" w:rsidP="00B9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7E8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177" w:type="dxa"/>
            <w:gridSpan w:val="3"/>
            <w:tcBorders>
              <w:top w:val="single" w:sz="18" w:space="0" w:color="auto"/>
            </w:tcBorders>
            <w:vAlign w:val="center"/>
          </w:tcPr>
          <w:p w:rsidR="00014FF3" w:rsidRPr="00B967E8" w:rsidRDefault="00014FF3" w:rsidP="00B9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7E8">
              <w:rPr>
                <w:rFonts w:ascii="Times New Roman" w:hAnsi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2117" w:type="dxa"/>
            <w:gridSpan w:val="2"/>
            <w:tcBorders>
              <w:top w:val="single" w:sz="18" w:space="0" w:color="auto"/>
            </w:tcBorders>
            <w:vAlign w:val="center"/>
          </w:tcPr>
          <w:p w:rsidR="00014FF3" w:rsidRPr="00B967E8" w:rsidRDefault="00014FF3" w:rsidP="00B9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7E8">
              <w:rPr>
                <w:rFonts w:ascii="Times New Roman" w:hAnsi="Times New Roman"/>
                <w:sz w:val="24"/>
                <w:szCs w:val="24"/>
              </w:rPr>
              <w:t>Период сопровождения</w:t>
            </w:r>
          </w:p>
        </w:tc>
        <w:tc>
          <w:tcPr>
            <w:tcW w:w="24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14FF3" w:rsidRPr="00B967E8" w:rsidRDefault="00014FF3" w:rsidP="00B9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7E8">
              <w:rPr>
                <w:rFonts w:ascii="Times New Roman" w:hAnsi="Times New Roman"/>
                <w:sz w:val="24"/>
                <w:szCs w:val="24"/>
              </w:rPr>
              <w:t>предметы посещаемые в регулярном классе/длительность</w:t>
            </w:r>
          </w:p>
        </w:tc>
      </w:tr>
      <w:tr w:rsidR="00014FF3" w:rsidRPr="00B967E8" w:rsidTr="00445257">
        <w:trPr>
          <w:gridAfter w:val="1"/>
          <w:wAfter w:w="68" w:type="dxa"/>
          <w:trHeight w:val="1075"/>
        </w:trPr>
        <w:tc>
          <w:tcPr>
            <w:tcW w:w="616" w:type="dxa"/>
            <w:vMerge/>
            <w:tcBorders>
              <w:left w:val="single" w:sz="18" w:space="0" w:color="auto"/>
            </w:tcBorders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3" w:type="dxa"/>
            <w:vMerge/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2" w:type="dxa"/>
            <w:gridSpan w:val="2"/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3"/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  <w:gridSpan w:val="3"/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17" w:type="dxa"/>
            <w:gridSpan w:val="2"/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08" w:type="dxa"/>
            <w:tcBorders>
              <w:right w:val="single" w:sz="18" w:space="0" w:color="auto"/>
            </w:tcBorders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14FF3" w:rsidRPr="00B967E8" w:rsidTr="00445257">
        <w:trPr>
          <w:gridAfter w:val="1"/>
          <w:wAfter w:w="68" w:type="dxa"/>
        </w:trPr>
        <w:tc>
          <w:tcPr>
            <w:tcW w:w="61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3" w:type="dxa"/>
            <w:vMerge w:val="restart"/>
            <w:tcBorders>
              <w:top w:val="single" w:sz="18" w:space="0" w:color="auto"/>
            </w:tcBorders>
            <w:vAlign w:val="center"/>
          </w:tcPr>
          <w:p w:rsidR="00014FF3" w:rsidRPr="00B967E8" w:rsidRDefault="00014FF3" w:rsidP="00B9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7E8">
              <w:rPr>
                <w:rFonts w:ascii="Times New Roman" w:hAnsi="Times New Roman"/>
                <w:sz w:val="24"/>
                <w:szCs w:val="24"/>
              </w:rPr>
              <w:t>Динамика развития обучающегося с РАС</w:t>
            </w:r>
          </w:p>
        </w:tc>
        <w:tc>
          <w:tcPr>
            <w:tcW w:w="2152" w:type="dxa"/>
            <w:gridSpan w:val="2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14FF3" w:rsidRPr="00B967E8" w:rsidRDefault="00014FF3" w:rsidP="00B967E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967E8">
              <w:rPr>
                <w:rFonts w:ascii="Times New Roman" w:hAnsi="Times New Roman"/>
                <w:i/>
                <w:sz w:val="24"/>
                <w:szCs w:val="24"/>
              </w:rPr>
              <w:t>ФИО ребенка</w:t>
            </w:r>
          </w:p>
        </w:tc>
        <w:tc>
          <w:tcPr>
            <w:tcW w:w="2094" w:type="dxa"/>
            <w:gridSpan w:val="3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14FF3" w:rsidRPr="00B967E8" w:rsidRDefault="00014FF3" w:rsidP="00B967E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967E8">
              <w:rPr>
                <w:rFonts w:ascii="Times New Roman" w:hAnsi="Times New Roman"/>
                <w:i/>
                <w:sz w:val="24"/>
                <w:szCs w:val="24"/>
              </w:rPr>
              <w:t>Динамика развития ребенка (положительная, волнообразная, незначительная, отрицательная)</w:t>
            </w:r>
          </w:p>
        </w:tc>
        <w:tc>
          <w:tcPr>
            <w:tcW w:w="3141" w:type="dxa"/>
            <w:gridSpan w:val="4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14FF3" w:rsidRPr="00B967E8" w:rsidRDefault="00014FF3" w:rsidP="00B967E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967E8">
              <w:rPr>
                <w:rFonts w:ascii="Times New Roman" w:hAnsi="Times New Roman"/>
                <w:i/>
                <w:sz w:val="24"/>
                <w:szCs w:val="24"/>
              </w:rPr>
              <w:t>% показатель по результатам диагностики на начало года</w:t>
            </w:r>
          </w:p>
        </w:tc>
        <w:tc>
          <w:tcPr>
            <w:tcW w:w="3561" w:type="dxa"/>
            <w:gridSpan w:val="2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14FF3" w:rsidRPr="00B967E8" w:rsidRDefault="00014FF3" w:rsidP="00B967E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967E8">
              <w:rPr>
                <w:rFonts w:ascii="Times New Roman" w:hAnsi="Times New Roman"/>
                <w:i/>
                <w:sz w:val="24"/>
                <w:szCs w:val="24"/>
              </w:rPr>
              <w:t>% показатель по результатам диагностики на конец года</w:t>
            </w:r>
          </w:p>
        </w:tc>
      </w:tr>
      <w:tr w:rsidR="00014FF3" w:rsidRPr="00B967E8" w:rsidTr="00445257">
        <w:trPr>
          <w:gridAfter w:val="1"/>
          <w:wAfter w:w="68" w:type="dxa"/>
          <w:trHeight w:val="860"/>
        </w:trPr>
        <w:tc>
          <w:tcPr>
            <w:tcW w:w="616" w:type="dxa"/>
            <w:vMerge/>
            <w:tcBorders>
              <w:left w:val="single" w:sz="18" w:space="0" w:color="auto"/>
            </w:tcBorders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3" w:type="dxa"/>
            <w:vMerge/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2" w:type="dxa"/>
            <w:gridSpan w:val="2"/>
            <w:tcBorders>
              <w:top w:val="single" w:sz="8" w:space="0" w:color="auto"/>
            </w:tcBorders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E8">
              <w:rPr>
                <w:rFonts w:ascii="Times New Roman" w:hAnsi="Times New Roman"/>
                <w:sz w:val="24"/>
                <w:szCs w:val="24"/>
              </w:rPr>
              <w:t>Злобин Макар Владимирович</w:t>
            </w:r>
          </w:p>
        </w:tc>
        <w:tc>
          <w:tcPr>
            <w:tcW w:w="2094" w:type="dxa"/>
            <w:gridSpan w:val="3"/>
            <w:tcBorders>
              <w:top w:val="single" w:sz="8" w:space="0" w:color="auto"/>
            </w:tcBorders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41" w:type="dxa"/>
            <w:gridSpan w:val="4"/>
            <w:tcBorders>
              <w:top w:val="single" w:sz="8" w:space="0" w:color="auto"/>
            </w:tcBorders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1" w:type="dxa"/>
            <w:gridSpan w:val="2"/>
            <w:tcBorders>
              <w:top w:val="single" w:sz="8" w:space="0" w:color="auto"/>
              <w:right w:val="single" w:sz="18" w:space="0" w:color="auto"/>
            </w:tcBorders>
          </w:tcPr>
          <w:p w:rsidR="00014FF3" w:rsidRPr="00B967E8" w:rsidRDefault="00014FF3" w:rsidP="00B967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20"/>
        </w:trPr>
        <w:tc>
          <w:tcPr>
            <w:tcW w:w="15055" w:type="dxa"/>
            <w:gridSpan w:val="1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Организационно-методическая работа и профессиональное самообразование</w:t>
            </w: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869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FF3" w:rsidRPr="00E06914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E06914" w:rsidRDefault="00014FF3" w:rsidP="00E069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691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8702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14FF3" w:rsidRPr="00E06914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6914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406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Курсы повышения квалификации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02" w:type="dxa"/>
            <w:gridSpan w:val="9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FFFFFF"/>
          </w:tcPr>
          <w:p w:rsidR="00014FF3" w:rsidRPr="00174D01" w:rsidRDefault="00014FF3" w:rsidP="009269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53"/>
        </w:trPr>
        <w:tc>
          <w:tcPr>
            <w:tcW w:w="4678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25"/>
        </w:trPr>
        <w:tc>
          <w:tcPr>
            <w:tcW w:w="4678" w:type="dxa"/>
            <w:gridSpan w:val="3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E06914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Выступления на семинарах, конференциях, </w:t>
            </w:r>
            <w:r w:rsidRPr="00E06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заседаниях М</w:t>
            </w:r>
            <w:r w:rsidRPr="00CD15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 и.</w:t>
            </w:r>
            <w:r w:rsidRPr="00E06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5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т.д.</w:t>
            </w:r>
          </w:p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(муниципального,</w:t>
            </w:r>
            <w:r w:rsidRPr="00E06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5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регионального,</w:t>
            </w:r>
            <w:r w:rsidRPr="00E06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5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всероссийского,</w:t>
            </w:r>
            <w:r w:rsidRPr="00E06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5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международного уровня)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Дата и место мероприятия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Уровень и тема мероприятия</w:t>
            </w:r>
          </w:p>
        </w:tc>
        <w:tc>
          <w:tcPr>
            <w:tcW w:w="5553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выступления</w:t>
            </w: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803"/>
        </w:trPr>
        <w:tc>
          <w:tcPr>
            <w:tcW w:w="4678" w:type="dxa"/>
            <w:gridSpan w:val="3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14FF3" w:rsidRPr="00596BB2" w:rsidRDefault="00014FF3" w:rsidP="00062E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Pr="00596BB2" w:rsidRDefault="00014FF3" w:rsidP="00062E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gridSpan w:val="5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/>
          </w:tcPr>
          <w:p w:rsidR="00014FF3" w:rsidRPr="00B967E8" w:rsidRDefault="00014FF3"/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85"/>
        </w:trPr>
        <w:tc>
          <w:tcPr>
            <w:tcW w:w="4678" w:type="dxa"/>
            <w:gridSpan w:val="3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14FF3" w:rsidRPr="00596BB2" w:rsidRDefault="00014FF3" w:rsidP="00062E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Pr="00596BB2" w:rsidRDefault="00014FF3" w:rsidP="00062E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/>
          </w:tcPr>
          <w:p w:rsidR="00014FF3" w:rsidRPr="00B967E8" w:rsidRDefault="00014FF3"/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85"/>
        </w:trPr>
        <w:tc>
          <w:tcPr>
            <w:tcW w:w="4678" w:type="dxa"/>
            <w:gridSpan w:val="3"/>
            <w:tcBorders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44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14FF3" w:rsidRDefault="00014FF3" w:rsidP="000730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Default="00014FF3" w:rsidP="000730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gridSpan w:val="5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FFFFFF"/>
          </w:tcPr>
          <w:p w:rsidR="00014FF3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85"/>
        </w:trPr>
        <w:tc>
          <w:tcPr>
            <w:tcW w:w="4678" w:type="dxa"/>
            <w:gridSpan w:val="3"/>
            <w:tcBorders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14FF3" w:rsidRDefault="00014FF3" w:rsidP="000730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Default="00014FF3" w:rsidP="000730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gridSpan w:val="5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FFFFFF"/>
          </w:tcPr>
          <w:p w:rsidR="00014FF3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85"/>
        </w:trPr>
        <w:tc>
          <w:tcPr>
            <w:tcW w:w="4678" w:type="dxa"/>
            <w:gridSpan w:val="3"/>
            <w:tcBorders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44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14FF3" w:rsidRDefault="00014FF3" w:rsidP="000730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Pr="00A21D05" w:rsidRDefault="00014FF3" w:rsidP="000730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gridSpan w:val="5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FFFFFF"/>
          </w:tcPr>
          <w:p w:rsidR="00014FF3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80"/>
        </w:trPr>
        <w:tc>
          <w:tcPr>
            <w:tcW w:w="4678" w:type="dxa"/>
            <w:gridSpan w:val="3"/>
            <w:tcBorders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44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4FF3" w:rsidRPr="00CD15F0" w:rsidRDefault="00014FF3" w:rsidP="0044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Default="00014FF3" w:rsidP="000730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Default="00014FF3" w:rsidP="000730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14FF3" w:rsidRPr="003C6683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583"/>
        </w:trPr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E069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Публикации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Дата публикации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 каком сборнике/</w:t>
            </w:r>
          </w:p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название СМИ</w:t>
            </w:r>
          </w:p>
        </w:tc>
        <w:tc>
          <w:tcPr>
            <w:tcW w:w="5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Название публикации</w:t>
            </w: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583"/>
        </w:trPr>
        <w:tc>
          <w:tcPr>
            <w:tcW w:w="4678" w:type="dxa"/>
            <w:gridSpan w:val="3"/>
            <w:vMerge/>
            <w:tcBorders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E06914" w:rsidRDefault="00014FF3" w:rsidP="00E069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4FF3" w:rsidRPr="00E06914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Pr="00E06914" w:rsidRDefault="00014FF3" w:rsidP="00A21D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Pr="00E06914" w:rsidRDefault="00014FF3" w:rsidP="00D26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14FF3" w:rsidRPr="00E06914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45"/>
        </w:trPr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E069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Участие в конкурсах профессионального мастерства и т.д.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64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Результативность</w:t>
            </w: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35"/>
        </w:trPr>
        <w:tc>
          <w:tcPr>
            <w:tcW w:w="4678" w:type="dxa"/>
            <w:gridSpan w:val="3"/>
            <w:vMerge/>
            <w:tcBorders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4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98"/>
        </w:trPr>
        <w:tc>
          <w:tcPr>
            <w:tcW w:w="4678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5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Участие в работе творческих групп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98"/>
        </w:trPr>
        <w:tc>
          <w:tcPr>
            <w:tcW w:w="4678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C0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оощрения за профессиональные достижения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014FF3" w:rsidRPr="00CD15F0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98"/>
        </w:trPr>
        <w:tc>
          <w:tcPr>
            <w:tcW w:w="4678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7E8">
              <w:rPr>
                <w:rFonts w:ascii="Times New Roman" w:hAnsi="Times New Roman"/>
                <w:sz w:val="24"/>
                <w:szCs w:val="24"/>
              </w:rPr>
              <w:t>Методические материалы, дидактический и наглядный материал, изготовленный в текущем учебном году.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02" w:type="dxa"/>
            <w:gridSpan w:val="9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014FF3" w:rsidRPr="00D2656F" w:rsidRDefault="00014FF3" w:rsidP="00D26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4FF3" w:rsidRPr="00B967E8" w:rsidTr="00445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98"/>
        </w:trPr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B967E8" w:rsidRDefault="00014FF3" w:rsidP="009F75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7E8">
              <w:rPr>
                <w:rFonts w:ascii="Times New Roman" w:hAnsi="Times New Roman"/>
                <w:sz w:val="24"/>
                <w:szCs w:val="24"/>
              </w:rPr>
              <w:t>Дополнительная учебная нагрузка</w:t>
            </w:r>
          </w:p>
        </w:tc>
        <w:tc>
          <w:tcPr>
            <w:tcW w:w="167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4FF3" w:rsidRPr="00CD15F0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02" w:type="dxa"/>
            <w:gridSpan w:val="9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014FF3" w:rsidRDefault="00014FF3" w:rsidP="00CC0C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4FF3" w:rsidRPr="00CC0CA8" w:rsidRDefault="00014FF3">
      <w:pPr>
        <w:rPr>
          <w:rFonts w:ascii="Times New Roman" w:hAnsi="Times New Roman"/>
          <w:sz w:val="24"/>
          <w:szCs w:val="24"/>
        </w:rPr>
      </w:pPr>
      <w:r w:rsidRPr="00CC0CA8">
        <w:rPr>
          <w:rFonts w:ascii="Times New Roman" w:hAnsi="Times New Roman"/>
          <w:sz w:val="24"/>
          <w:szCs w:val="24"/>
        </w:rPr>
        <w:t>Подпись</w:t>
      </w:r>
    </w:p>
    <w:p w:rsidR="00014FF3" w:rsidRPr="00CC0CA8" w:rsidRDefault="00014FF3">
      <w:pPr>
        <w:rPr>
          <w:rFonts w:ascii="Times New Roman" w:hAnsi="Times New Roman"/>
          <w:sz w:val="24"/>
          <w:szCs w:val="24"/>
        </w:rPr>
      </w:pPr>
      <w:r w:rsidRPr="00CC0CA8"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014FF3" w:rsidRPr="00CC0CA8" w:rsidSect="00CC0CA8">
      <w:headerReference w:type="default" r:id="rId6"/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FF3" w:rsidRDefault="00014FF3" w:rsidP="00CC0CA8">
      <w:pPr>
        <w:spacing w:after="0" w:line="240" w:lineRule="auto"/>
      </w:pPr>
      <w:r>
        <w:separator/>
      </w:r>
    </w:p>
  </w:endnote>
  <w:endnote w:type="continuationSeparator" w:id="0">
    <w:p w:rsidR="00014FF3" w:rsidRDefault="00014FF3" w:rsidP="00CC0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FF3" w:rsidRDefault="00014FF3" w:rsidP="00CC0CA8">
      <w:pPr>
        <w:spacing w:after="0" w:line="240" w:lineRule="auto"/>
      </w:pPr>
      <w:r>
        <w:separator/>
      </w:r>
    </w:p>
  </w:footnote>
  <w:footnote w:type="continuationSeparator" w:id="0">
    <w:p w:rsidR="00014FF3" w:rsidRDefault="00014FF3" w:rsidP="00CC0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FF3" w:rsidRDefault="00014FF3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014FF3" w:rsidRDefault="00014F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FA0"/>
    <w:rsid w:val="00014FF3"/>
    <w:rsid w:val="00043E64"/>
    <w:rsid w:val="00062E94"/>
    <w:rsid w:val="00064D7E"/>
    <w:rsid w:val="0007309D"/>
    <w:rsid w:val="00075D2E"/>
    <w:rsid w:val="00077FDF"/>
    <w:rsid w:val="000A5EE1"/>
    <w:rsid w:val="000B142E"/>
    <w:rsid w:val="000F2A45"/>
    <w:rsid w:val="001611DB"/>
    <w:rsid w:val="00174D01"/>
    <w:rsid w:val="00192179"/>
    <w:rsid w:val="001A56AB"/>
    <w:rsid w:val="0021044E"/>
    <w:rsid w:val="002550CD"/>
    <w:rsid w:val="002616BB"/>
    <w:rsid w:val="0029382F"/>
    <w:rsid w:val="00334640"/>
    <w:rsid w:val="003C6683"/>
    <w:rsid w:val="00445257"/>
    <w:rsid w:val="00454B6B"/>
    <w:rsid w:val="00487D26"/>
    <w:rsid w:val="004C2ED0"/>
    <w:rsid w:val="004E0950"/>
    <w:rsid w:val="00517BEA"/>
    <w:rsid w:val="00572314"/>
    <w:rsid w:val="00596BB2"/>
    <w:rsid w:val="007437AB"/>
    <w:rsid w:val="0076512E"/>
    <w:rsid w:val="007C6FE2"/>
    <w:rsid w:val="007F4F00"/>
    <w:rsid w:val="0086564E"/>
    <w:rsid w:val="008E7FA0"/>
    <w:rsid w:val="008F2F8A"/>
    <w:rsid w:val="008F6478"/>
    <w:rsid w:val="009063ED"/>
    <w:rsid w:val="00926983"/>
    <w:rsid w:val="00986B10"/>
    <w:rsid w:val="009932AC"/>
    <w:rsid w:val="009E41E4"/>
    <w:rsid w:val="009E4266"/>
    <w:rsid w:val="009F756C"/>
    <w:rsid w:val="00A21D05"/>
    <w:rsid w:val="00AF7C3B"/>
    <w:rsid w:val="00B05F7D"/>
    <w:rsid w:val="00B967E8"/>
    <w:rsid w:val="00CC0CA8"/>
    <w:rsid w:val="00CD15F0"/>
    <w:rsid w:val="00D00C58"/>
    <w:rsid w:val="00D1300C"/>
    <w:rsid w:val="00D200FE"/>
    <w:rsid w:val="00D2656F"/>
    <w:rsid w:val="00E06914"/>
    <w:rsid w:val="00ED37E0"/>
    <w:rsid w:val="00FE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FA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E7FA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C0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0C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C0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C0CA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0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C0CA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362</TotalTime>
  <Pages>2</Pages>
  <Words>204</Words>
  <Characters>1163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ibatluzkaya</cp:lastModifiedBy>
  <cp:revision>13</cp:revision>
  <cp:lastPrinted>2018-05-17T13:12:00Z</cp:lastPrinted>
  <dcterms:created xsi:type="dcterms:W3CDTF">2018-05-17T12:04:00Z</dcterms:created>
  <dcterms:modified xsi:type="dcterms:W3CDTF">2020-10-13T09:41:00Z</dcterms:modified>
</cp:coreProperties>
</file>